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6D12DA5-8D04-4BBB-ACCC-7BD9D8C143FE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